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DA53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C32C3" w14:textId="77777777" w:rsidR="00F042EB" w:rsidRDefault="00F042EB" w:rsidP="00F042E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B041378" w14:textId="77777777" w:rsidR="00F042EB" w:rsidRDefault="00F042EB" w:rsidP="00F042E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66BB802" w14:textId="77777777" w:rsidR="00F042EB" w:rsidRDefault="00F042EB" w:rsidP="00F042E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D7F27A1" w14:textId="77777777" w:rsidR="00F042EB" w:rsidRDefault="00F042EB" w:rsidP="00F042E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2023/2024</w:t>
      </w:r>
    </w:p>
    <w:p w14:paraId="4B8E99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93AA5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05D26" w14:textId="77777777" w:rsidTr="003B2EBC">
        <w:tc>
          <w:tcPr>
            <w:tcW w:w="2694" w:type="dxa"/>
            <w:vAlign w:val="center"/>
          </w:tcPr>
          <w:p w14:paraId="13FAEB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297F2B" w14:textId="77777777" w:rsidR="0085747A" w:rsidRPr="003B2EBC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2EBC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14:paraId="40E414F0" w14:textId="77777777" w:rsidTr="003B2EBC">
        <w:tc>
          <w:tcPr>
            <w:tcW w:w="2694" w:type="dxa"/>
            <w:vAlign w:val="center"/>
          </w:tcPr>
          <w:p w14:paraId="4C0274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38D8DB" w14:textId="77777777" w:rsidR="0085747A" w:rsidRPr="009C54AE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PRP49</w:t>
            </w:r>
          </w:p>
        </w:tc>
      </w:tr>
      <w:tr w:rsidR="0085747A" w:rsidRPr="009C54AE" w14:paraId="4ED32575" w14:textId="77777777" w:rsidTr="003B2EBC">
        <w:tc>
          <w:tcPr>
            <w:tcW w:w="2694" w:type="dxa"/>
            <w:vAlign w:val="center"/>
          </w:tcPr>
          <w:p w14:paraId="09040AB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1AD10F" w14:textId="77777777" w:rsidR="0085747A" w:rsidRPr="009C54AE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14:paraId="2E7CE94A" w14:textId="77777777" w:rsidTr="003B2EBC">
        <w:tc>
          <w:tcPr>
            <w:tcW w:w="2694" w:type="dxa"/>
            <w:vAlign w:val="center"/>
          </w:tcPr>
          <w:p w14:paraId="1550E0D5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CE115C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14:paraId="5A1B48A2" w14:textId="77777777" w:rsidTr="003B2EBC">
        <w:tc>
          <w:tcPr>
            <w:tcW w:w="2694" w:type="dxa"/>
            <w:vAlign w:val="center"/>
          </w:tcPr>
          <w:p w14:paraId="090E80D2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70AFF7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B2EBC" w:rsidRPr="009C54AE" w14:paraId="4B1B8260" w14:textId="77777777" w:rsidTr="003B2EBC">
        <w:tc>
          <w:tcPr>
            <w:tcW w:w="2694" w:type="dxa"/>
            <w:vAlign w:val="center"/>
          </w:tcPr>
          <w:p w14:paraId="63BE47A4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CF41C9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B2EBC" w:rsidRPr="009C54AE" w14:paraId="559D9440" w14:textId="77777777" w:rsidTr="003B2EBC">
        <w:tc>
          <w:tcPr>
            <w:tcW w:w="2694" w:type="dxa"/>
            <w:vAlign w:val="center"/>
          </w:tcPr>
          <w:p w14:paraId="79658C37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C11709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B2EBC" w:rsidRPr="009C54AE" w14:paraId="18CC92C7" w14:textId="77777777" w:rsidTr="003B2EBC">
        <w:tc>
          <w:tcPr>
            <w:tcW w:w="2694" w:type="dxa"/>
            <w:vAlign w:val="center"/>
          </w:tcPr>
          <w:p w14:paraId="194D4F3E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E5B7E4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B2EBC" w:rsidRPr="009C54AE" w14:paraId="1CDE35A6" w14:textId="77777777" w:rsidTr="003B2EBC">
        <w:tc>
          <w:tcPr>
            <w:tcW w:w="2694" w:type="dxa"/>
            <w:vAlign w:val="center"/>
          </w:tcPr>
          <w:p w14:paraId="7B2793D0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E8341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 semestr 10</w:t>
            </w:r>
          </w:p>
        </w:tc>
      </w:tr>
      <w:tr w:rsidR="003B2EBC" w:rsidRPr="009C54AE" w14:paraId="7108D754" w14:textId="77777777" w:rsidTr="003B2EBC">
        <w:tc>
          <w:tcPr>
            <w:tcW w:w="2694" w:type="dxa"/>
            <w:vAlign w:val="center"/>
          </w:tcPr>
          <w:p w14:paraId="13BCDD66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65F74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B2EBC" w:rsidRPr="009C54AE" w14:paraId="3D52C059" w14:textId="77777777" w:rsidTr="003B2EBC">
        <w:tc>
          <w:tcPr>
            <w:tcW w:w="2694" w:type="dxa"/>
            <w:vAlign w:val="center"/>
          </w:tcPr>
          <w:p w14:paraId="7B39AAD2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B3D7C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2EBC" w:rsidRPr="009C54AE" w14:paraId="46CC226B" w14:textId="77777777" w:rsidTr="003B2EBC">
        <w:tc>
          <w:tcPr>
            <w:tcW w:w="2694" w:type="dxa"/>
            <w:vAlign w:val="center"/>
          </w:tcPr>
          <w:p w14:paraId="2AA9EB61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B7A1EF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3B2EBC" w:rsidRPr="009C54AE" w14:paraId="7966E3B9" w14:textId="77777777" w:rsidTr="003B2EBC">
        <w:tc>
          <w:tcPr>
            <w:tcW w:w="2694" w:type="dxa"/>
            <w:vAlign w:val="center"/>
          </w:tcPr>
          <w:p w14:paraId="20513F7C" w14:textId="77777777"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FD3F00" w14:textId="77777777"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Dr Artur Maz</w:t>
            </w:r>
            <w:r>
              <w:rPr>
                <w:rFonts w:ascii="Corbel" w:hAnsi="Corbel"/>
                <w:b w:val="0"/>
                <w:sz w:val="24"/>
                <w:szCs w:val="24"/>
              </w:rPr>
              <w:t>urkiewicz,</w:t>
            </w:r>
          </w:p>
        </w:tc>
      </w:tr>
    </w:tbl>
    <w:p w14:paraId="7B3B32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9133A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A55CF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ECE5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7A4530" w14:textId="77777777" w:rsidTr="003B2E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0A95" w14:textId="77777777" w:rsidR="00015B8F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FBE0FB" w14:textId="77777777" w:rsidR="00015B8F" w:rsidRPr="009C54AE" w:rsidRDefault="002B5EA0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B168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D3C6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34F0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A524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AA2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298D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D1C0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9030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4852" w14:textId="77777777"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8DD355" w14:textId="77777777" w:rsidTr="003B2EB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C48" w14:textId="77777777"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38B1" w14:textId="77777777" w:rsidR="00015B8F" w:rsidRPr="009C54AE" w:rsidRDefault="00B50D95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8C50" w14:textId="77777777"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7A68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BB1A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ADB0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F93A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FA11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2967" w14:textId="77777777"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C59" w14:textId="77777777"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F15C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68990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C2C9F4" w14:textId="77777777" w:rsidR="00970EE8" w:rsidRPr="00887D69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8CA6284" w14:textId="77777777" w:rsidR="00970EE8" w:rsidRPr="009C54AE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3249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3545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5084DEC" w14:textId="77777777"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3AA2445B" w14:textId="77777777"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14:paraId="7E2526EE" w14:textId="77777777"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14:paraId="72536A6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26BC1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0A1512" w14:textId="77777777" w:rsidR="003B2EBC" w:rsidRPr="009C54AE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791978" w14:textId="77777777" w:rsidTr="00745302">
        <w:tc>
          <w:tcPr>
            <w:tcW w:w="9670" w:type="dxa"/>
          </w:tcPr>
          <w:p w14:paraId="2FD72A28" w14:textId="77777777"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D301B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66DED" w14:textId="77777777" w:rsidR="0085747A" w:rsidRPr="00C05F44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9E3F4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4AA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47D0A5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AB07FD0" w14:textId="77777777" w:rsidTr="00923D7D">
        <w:tc>
          <w:tcPr>
            <w:tcW w:w="851" w:type="dxa"/>
            <w:vAlign w:val="center"/>
          </w:tcPr>
          <w:p w14:paraId="5C03C8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33EA4E" w14:textId="77777777"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14:paraId="4E0A6F06" w14:textId="77777777" w:rsidTr="00923D7D">
        <w:tc>
          <w:tcPr>
            <w:tcW w:w="851" w:type="dxa"/>
            <w:vAlign w:val="center"/>
          </w:tcPr>
          <w:p w14:paraId="0024215D" w14:textId="77777777"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209540" w14:textId="77777777"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14:paraId="3419E841" w14:textId="77777777" w:rsidTr="00923D7D">
        <w:tc>
          <w:tcPr>
            <w:tcW w:w="851" w:type="dxa"/>
            <w:vAlign w:val="center"/>
          </w:tcPr>
          <w:p w14:paraId="015218EE" w14:textId="77777777"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5930454" w14:textId="77777777"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14:paraId="60EFC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AA55D9" w14:textId="77777777" w:rsidR="00B24C6E" w:rsidRPr="009C54AE" w:rsidRDefault="00B24C6E" w:rsidP="00B24C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3AC5D32" w14:textId="77777777" w:rsidR="00B24C6E" w:rsidRPr="009C54AE" w:rsidRDefault="00B24C6E" w:rsidP="00B24C6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4C6E" w:rsidRPr="009C54AE" w14:paraId="2C9DF581" w14:textId="77777777" w:rsidTr="00061B3C">
        <w:tc>
          <w:tcPr>
            <w:tcW w:w="1701" w:type="dxa"/>
            <w:vAlign w:val="center"/>
          </w:tcPr>
          <w:p w14:paraId="26800834" w14:textId="77777777"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8C77FD8" w14:textId="77777777"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8049DA" w14:textId="77777777"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C6E" w:rsidRPr="009C54AE" w14:paraId="5699B77A" w14:textId="77777777" w:rsidTr="00061B3C">
        <w:tc>
          <w:tcPr>
            <w:tcW w:w="1701" w:type="dxa"/>
          </w:tcPr>
          <w:p w14:paraId="42E03060" w14:textId="77777777" w:rsidR="00B24C6E" w:rsidRPr="009C54A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ACBCE6" w14:textId="77777777" w:rsidR="00B24C6E" w:rsidRPr="009C54A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73" w:type="dxa"/>
          </w:tcPr>
          <w:p w14:paraId="56D79E38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28DD9BF1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14:paraId="58B43EF9" w14:textId="77777777"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15E0A8CE" w14:textId="77777777"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66B8B236" w14:textId="77777777" w:rsidR="00B24C6E" w:rsidRPr="009C54A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24C6E" w:rsidRPr="009C54AE" w14:paraId="6A32F414" w14:textId="77777777" w:rsidTr="00061B3C">
        <w:tc>
          <w:tcPr>
            <w:tcW w:w="1701" w:type="dxa"/>
          </w:tcPr>
          <w:p w14:paraId="6220B8CE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5EAFD9" w14:textId="77777777"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73" w:type="dxa"/>
          </w:tcPr>
          <w:p w14:paraId="778CD8B8" w14:textId="77777777" w:rsidR="00B24C6E" w:rsidRPr="001C3AD1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7162F038" w14:textId="77777777"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7BA68B67" w14:textId="77777777"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3F3EE062" w14:textId="77777777"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B24C6E" w:rsidRPr="009C54AE" w14:paraId="01AF3A38" w14:textId="77777777" w:rsidTr="00061B3C">
        <w:tc>
          <w:tcPr>
            <w:tcW w:w="1701" w:type="dxa"/>
          </w:tcPr>
          <w:p w14:paraId="3FCA935C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9840012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14:paraId="38038F9A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14:paraId="7BA8D159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14:paraId="16742B56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24C6E" w:rsidRPr="009C54AE" w14:paraId="0F5FBCE2" w14:textId="77777777" w:rsidTr="00061B3C">
        <w:tc>
          <w:tcPr>
            <w:tcW w:w="1701" w:type="dxa"/>
          </w:tcPr>
          <w:p w14:paraId="3A591DC2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D763CA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3B2EBC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D1BEB5C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6321245A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097C7B52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14:paraId="0793BE7A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49FEFEF3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68785B2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14:paraId="2820DA34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24C6E" w:rsidRPr="009C54AE" w14:paraId="2D7BA5F8" w14:textId="77777777" w:rsidTr="00061B3C">
        <w:tc>
          <w:tcPr>
            <w:tcW w:w="1701" w:type="dxa"/>
          </w:tcPr>
          <w:p w14:paraId="66DDE239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93C806B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176F4C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0B159C11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710E967" w14:textId="77777777" w:rsidR="00B24C6E" w:rsidRPr="00AF4738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ED6FB38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58707546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6D4FE7C7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24C6E" w:rsidRPr="009C54AE" w14:paraId="1C9879DE" w14:textId="77777777" w:rsidTr="00061B3C">
        <w:tc>
          <w:tcPr>
            <w:tcW w:w="1701" w:type="dxa"/>
          </w:tcPr>
          <w:p w14:paraId="7B9AEB7D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4916CC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BFC314D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14:paraId="44FC42B9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24C6E" w:rsidRPr="009C54AE" w14:paraId="62107110" w14:textId="77777777" w:rsidTr="00061B3C">
        <w:tc>
          <w:tcPr>
            <w:tcW w:w="1701" w:type="dxa"/>
          </w:tcPr>
          <w:p w14:paraId="2087F824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1B47434A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14:paraId="17ED28EE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047EB09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24C6E" w:rsidRPr="009C54AE" w14:paraId="7E1AAE1D" w14:textId="77777777" w:rsidTr="00061B3C">
        <w:tc>
          <w:tcPr>
            <w:tcW w:w="1701" w:type="dxa"/>
          </w:tcPr>
          <w:p w14:paraId="2BCE66E1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84D9577" w14:textId="77777777"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14:paraId="436BB3E6" w14:textId="77777777"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14:paraId="15E144D7" w14:textId="77777777"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0968F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418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0288D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48BF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C6E" w14:paraId="08384BC4" w14:textId="77777777" w:rsidTr="00923D7D">
        <w:tc>
          <w:tcPr>
            <w:tcW w:w="9639" w:type="dxa"/>
          </w:tcPr>
          <w:p w14:paraId="52F7D1CB" w14:textId="77777777" w:rsidR="0085747A" w:rsidRPr="00B24C6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B24C6E" w14:paraId="2C6EE4C0" w14:textId="77777777" w:rsidTr="002A15A3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564"/>
            </w:tblGrid>
            <w:tr w:rsidR="0024120D" w:rsidRPr="00B24C6E" w14:paraId="7496ACBB" w14:textId="77777777" w:rsidTr="00C43C6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F4AB5" w14:textId="77777777"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1FDE9" w14:textId="77777777" w:rsidR="0024120D" w:rsidRPr="00B24C6E" w:rsidRDefault="0024120D" w:rsidP="0024120D">
                  <w:pPr>
                    <w:spacing w:after="0" w:line="240" w:lineRule="auto"/>
                    <w:ind w:left="44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 xml:space="preserve">  3 godz.</w:t>
                  </w:r>
                </w:p>
              </w:tc>
            </w:tr>
            <w:tr w:rsidR="0024120D" w:rsidRPr="00B24C6E" w14:paraId="00E05D00" w14:textId="77777777" w:rsidTr="00C43C6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D8103" w14:textId="77777777"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B2C54" w14:textId="77777777"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24120D" w:rsidRPr="00B24C6E" w14:paraId="1E1B4347" w14:textId="77777777" w:rsidTr="00C43C6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C6B3E" w14:textId="77777777"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B03BE" w14:textId="77777777"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14:paraId="48DC6417" w14:textId="77777777" w:rsidTr="00C43C68">
              <w:trPr>
                <w:trHeight w:val="285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0B790" w14:textId="77777777"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ECEB4" w14:textId="77777777"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14:paraId="520C9C7E" w14:textId="77777777" w:rsidR="0024120D" w:rsidRPr="00B24C6E" w:rsidRDefault="0024120D" w:rsidP="0024120D">
                  <w:pPr>
                    <w:spacing w:after="0" w:line="240" w:lineRule="auto"/>
                    <w:ind w:left="53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14:paraId="1AD23024" w14:textId="77777777" w:rsidTr="00C43C6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8A9C9" w14:textId="77777777"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65F48" w14:textId="77777777"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0C8D8689" w14:textId="77777777" w:rsidR="0024120D" w:rsidRPr="00B24C6E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4A6F52" w14:textId="77777777" w:rsidR="0085747A" w:rsidRPr="00B24C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60E7" w14:textId="77777777" w:rsidR="0085747A" w:rsidRPr="00B24C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C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24C6E">
        <w:rPr>
          <w:rFonts w:ascii="Corbel" w:hAnsi="Corbel"/>
          <w:sz w:val="24"/>
          <w:szCs w:val="24"/>
        </w:rPr>
        <w:t xml:space="preserve">, </w:t>
      </w:r>
      <w:r w:rsidRPr="00B24C6E">
        <w:rPr>
          <w:rFonts w:ascii="Corbel" w:hAnsi="Corbel"/>
          <w:sz w:val="24"/>
          <w:szCs w:val="24"/>
        </w:rPr>
        <w:t xml:space="preserve">zajęć praktycznych </w:t>
      </w:r>
    </w:p>
    <w:p w14:paraId="479B35AA" w14:textId="77777777" w:rsidR="00647A03" w:rsidRPr="00B24C6E" w:rsidRDefault="00647A03" w:rsidP="00853F96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A03" w:rsidRPr="00B24C6E" w14:paraId="032E79F2" w14:textId="77777777" w:rsidTr="0033735A">
        <w:tc>
          <w:tcPr>
            <w:tcW w:w="9639" w:type="dxa"/>
          </w:tcPr>
          <w:p w14:paraId="286699FE" w14:textId="77777777" w:rsidR="00647A03" w:rsidRPr="00B24C6E" w:rsidRDefault="00647A03" w:rsidP="003373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A03" w:rsidRPr="00B24C6E" w14:paraId="640DB915" w14:textId="77777777" w:rsidTr="0033735A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5"/>
              <w:gridCol w:w="2569"/>
            </w:tblGrid>
            <w:tr w:rsidR="00647A03" w:rsidRPr="00B24C6E" w14:paraId="76B9D82D" w14:textId="77777777" w:rsidTr="0033735A">
              <w:trPr>
                <w:trHeight w:val="261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8F622" w14:textId="77777777"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73930" w14:textId="77777777" w:rsidR="00647A03" w:rsidRPr="00B24C6E" w:rsidRDefault="00647A03" w:rsidP="0033735A">
                  <w:pPr>
                    <w:spacing w:after="0" w:line="240" w:lineRule="auto"/>
                    <w:ind w:left="88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14:paraId="30A5458B" w14:textId="77777777" w:rsidTr="0033735A">
              <w:trPr>
                <w:trHeight w:val="263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72C36" w14:textId="77777777"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7E2D0" w14:textId="77777777" w:rsidR="00647A03" w:rsidRPr="00B24C6E" w:rsidRDefault="00647A03" w:rsidP="0033735A">
                  <w:pPr>
                    <w:spacing w:after="0" w:line="240" w:lineRule="auto"/>
                    <w:ind w:left="89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14:paraId="0E8FC7D3" w14:textId="77777777" w:rsidTr="0033735A">
              <w:trPr>
                <w:trHeight w:val="225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9A243" w14:textId="77777777"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2CA18" w14:textId="77777777"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14:paraId="323BD7ED" w14:textId="77777777" w:rsidTr="0033735A">
              <w:trPr>
                <w:trHeight w:val="33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1999B" w14:textId="77777777"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EB2BE" w14:textId="77777777"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14:paraId="1B165FF5" w14:textId="77777777" w:rsidTr="0033735A">
              <w:trPr>
                <w:trHeight w:val="27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75BB7" w14:textId="77777777"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6534C" w14:textId="77777777" w:rsidR="00647A03" w:rsidRPr="00B24C6E" w:rsidRDefault="00647A03" w:rsidP="0033735A">
                  <w:pPr>
                    <w:spacing w:after="0" w:line="240" w:lineRule="auto"/>
                    <w:ind w:left="95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14:paraId="44FD3DAE" w14:textId="77777777" w:rsidTr="0033735A">
              <w:trPr>
                <w:trHeight w:val="252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BE935" w14:textId="77777777"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80B9" w14:textId="77777777" w:rsidR="00647A03" w:rsidRPr="00B24C6E" w:rsidRDefault="00647A03" w:rsidP="003B2EBC">
                  <w:pPr>
                    <w:spacing w:after="0" w:line="240" w:lineRule="auto"/>
                    <w:ind w:left="1122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42341B72" w14:textId="77777777" w:rsidR="00647A03" w:rsidRPr="00B24C6E" w:rsidRDefault="00647A03" w:rsidP="0033735A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823E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99607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161C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EBC4F" w14:textId="77777777" w:rsid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Wykład:</w:t>
      </w:r>
      <w:r w:rsidRPr="0024120D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14:paraId="636ACAC9" w14:textId="77777777" w:rsidR="0085747A" w:rsidRP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Ćwiczenia:</w:t>
      </w:r>
      <w:r w:rsidRPr="0024120D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14:paraId="12F261A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9A0FD2" w14:textId="77777777" w:rsidR="0085747A" w:rsidRPr="009C54AE" w:rsidRDefault="003B2E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5DF3A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5964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6B8E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A509B2" w14:textId="77777777" w:rsidTr="00C05F44">
        <w:tc>
          <w:tcPr>
            <w:tcW w:w="1985" w:type="dxa"/>
            <w:vAlign w:val="center"/>
          </w:tcPr>
          <w:p w14:paraId="3C584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2463F8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B2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C00B78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8E5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041B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33A8C2BA" w14:textId="77777777" w:rsidTr="00C05F44">
        <w:tc>
          <w:tcPr>
            <w:tcW w:w="1985" w:type="dxa"/>
          </w:tcPr>
          <w:p w14:paraId="31719E3F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ED0B3A5" w14:textId="77777777"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88BC33" w14:textId="77777777"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14:paraId="5D3A67AC" w14:textId="77777777" w:rsidTr="00C05F44">
        <w:tc>
          <w:tcPr>
            <w:tcW w:w="1985" w:type="dxa"/>
          </w:tcPr>
          <w:p w14:paraId="6C431702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D6A5D4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A4AAD5" w14:textId="77777777"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14:paraId="26020D12" w14:textId="77777777" w:rsidTr="00C05F44">
        <w:tc>
          <w:tcPr>
            <w:tcW w:w="1985" w:type="dxa"/>
          </w:tcPr>
          <w:p w14:paraId="24A81777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F98EBDF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9DBA55" w14:textId="77777777"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14:paraId="2BA325C2" w14:textId="77777777" w:rsidTr="00C05F44">
        <w:tc>
          <w:tcPr>
            <w:tcW w:w="1985" w:type="dxa"/>
          </w:tcPr>
          <w:p w14:paraId="37BC3C3D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B5FBBB0" w14:textId="77777777"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2B02C60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14:paraId="79D264BE" w14:textId="77777777" w:rsidTr="00C05F44">
        <w:tc>
          <w:tcPr>
            <w:tcW w:w="1985" w:type="dxa"/>
          </w:tcPr>
          <w:p w14:paraId="2CEC56E0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1CD8939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5160BE0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14:paraId="58DFEAE9" w14:textId="77777777" w:rsidTr="00C05F44">
        <w:tc>
          <w:tcPr>
            <w:tcW w:w="1985" w:type="dxa"/>
          </w:tcPr>
          <w:p w14:paraId="176FD219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37DBD356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747644F" w14:textId="77777777"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14:paraId="3C6BD12A" w14:textId="77777777" w:rsidTr="00C05F44">
        <w:tc>
          <w:tcPr>
            <w:tcW w:w="1985" w:type="dxa"/>
          </w:tcPr>
          <w:p w14:paraId="2143E009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43F6889E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E3FCF3" w14:textId="77777777"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14:paraId="14A1105C" w14:textId="77777777" w:rsidTr="00C05F44">
        <w:tc>
          <w:tcPr>
            <w:tcW w:w="1985" w:type="dxa"/>
          </w:tcPr>
          <w:p w14:paraId="0F441EC3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35CE4E6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DC61F06" w14:textId="77777777"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FD51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B3D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DCF6C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E658D" w14:textId="77777777" w:rsidTr="00923D7D">
        <w:tc>
          <w:tcPr>
            <w:tcW w:w="9670" w:type="dxa"/>
          </w:tcPr>
          <w:p w14:paraId="36F49F8A" w14:textId="77777777"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14:paraId="61994A25" w14:textId="77777777"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334AB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1C8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5B7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D79BCAD" w14:textId="77777777" w:rsidTr="003E1941">
        <w:tc>
          <w:tcPr>
            <w:tcW w:w="4962" w:type="dxa"/>
            <w:vAlign w:val="center"/>
          </w:tcPr>
          <w:p w14:paraId="5D2E59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2E68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02055D9" w14:textId="77777777" w:rsidTr="00923D7D">
        <w:tc>
          <w:tcPr>
            <w:tcW w:w="4962" w:type="dxa"/>
          </w:tcPr>
          <w:p w14:paraId="5248233F" w14:textId="77777777" w:rsidR="0085747A" w:rsidRPr="009C54AE" w:rsidRDefault="00853F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F96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14:paraId="347CFF08" w14:textId="77777777" w:rsidR="003F52FF" w:rsidRPr="003F52FF" w:rsidRDefault="0024120D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14:paraId="3A5092E6" w14:textId="77777777" w:rsidR="0085747A" w:rsidRPr="009C54AE" w:rsidRDefault="0024120D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Ćwiczenia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2C264DDA" w14:textId="77777777" w:rsidTr="00923D7D">
        <w:tc>
          <w:tcPr>
            <w:tcW w:w="4962" w:type="dxa"/>
          </w:tcPr>
          <w:p w14:paraId="338A4C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B644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A65BD91" w14:textId="77777777"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24120D">
              <w:rPr>
                <w:rFonts w:ascii="Corbel" w:hAnsi="Corbel"/>
                <w:sz w:val="24"/>
                <w:szCs w:val="24"/>
              </w:rPr>
              <w:t>iał w zaliczeniach i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535DA92E" w14:textId="77777777" w:rsidTr="00923D7D">
        <w:tc>
          <w:tcPr>
            <w:tcW w:w="4962" w:type="dxa"/>
          </w:tcPr>
          <w:p w14:paraId="5485668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BA5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0A4546" w14:textId="77777777"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9105A1C" w14:textId="77777777"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F0E314A" w14:textId="77777777" w:rsidTr="00923D7D">
        <w:tc>
          <w:tcPr>
            <w:tcW w:w="4962" w:type="dxa"/>
          </w:tcPr>
          <w:p w14:paraId="4B302E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7CF6A1" w14:textId="77777777"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14:paraId="6D635B99" w14:textId="77777777" w:rsidTr="00923D7D">
        <w:tc>
          <w:tcPr>
            <w:tcW w:w="4962" w:type="dxa"/>
          </w:tcPr>
          <w:p w14:paraId="3E85C39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AC69CB" w14:textId="77777777"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BDE80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7B40A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C97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53F96">
        <w:rPr>
          <w:rFonts w:ascii="Corbel" w:hAnsi="Corbel"/>
          <w:smallCaps w:val="0"/>
          <w:szCs w:val="24"/>
        </w:rPr>
        <w:t>DOWE W RAMACH PRZEDMIOTU</w:t>
      </w:r>
    </w:p>
    <w:p w14:paraId="4B053F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14:paraId="3368AD33" w14:textId="77777777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4CF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AAB9464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6AD269F1" w14:textId="77777777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5472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B967DD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53728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AA52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3D8D8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213D8C0" w14:textId="77777777" w:rsidTr="003B2EBC">
        <w:trPr>
          <w:trHeight w:val="397"/>
        </w:trPr>
        <w:tc>
          <w:tcPr>
            <w:tcW w:w="7513" w:type="dxa"/>
          </w:tcPr>
          <w:p w14:paraId="396C14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535253" w14:textId="77777777" w:rsidR="003B2EBC" w:rsidRPr="003B2EBC" w:rsidRDefault="003B2EB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189DBCB" w14:textId="77777777"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14:paraId="30C1E9F1" w14:textId="77777777"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14:paraId="1A38A250" w14:textId="77777777"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14:paraId="09B78FC9" w14:textId="77777777"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Stelmasiak (red.)</w:t>
            </w:r>
            <w:r w:rsidR="00AF7A65">
              <w:rPr>
                <w:rFonts w:ascii="Corbel" w:eastAsia="Cambria" w:hAnsi="Corbel"/>
              </w:rPr>
              <w:t xml:space="preserve"> </w:t>
            </w:r>
            <w:r w:rsidRPr="00676775">
              <w:rPr>
                <w:rFonts w:ascii="Corbel" w:eastAsia="Cambria" w:hAnsi="Corbel"/>
              </w:rPr>
              <w:t xml:space="preserve">Prawo ochrony środowiska, </w:t>
            </w:r>
            <w:proofErr w:type="spellStart"/>
            <w:r w:rsidRPr="00676775">
              <w:rPr>
                <w:rFonts w:ascii="Corbel" w:eastAsia="Cambria" w:hAnsi="Corbel"/>
              </w:rPr>
              <w:t>LexisNexis</w:t>
            </w:r>
            <w:proofErr w:type="spellEnd"/>
            <w:r w:rsidRPr="00676775">
              <w:rPr>
                <w:rFonts w:ascii="Corbel" w:eastAsia="Cambria" w:hAnsi="Corbel"/>
              </w:rPr>
              <w:t xml:space="preserve"> - Warszawa 2009.</w:t>
            </w:r>
          </w:p>
        </w:tc>
      </w:tr>
      <w:tr w:rsidR="0085747A" w:rsidRPr="009C54AE" w14:paraId="3F2F7352" w14:textId="77777777" w:rsidTr="003B2EBC">
        <w:trPr>
          <w:trHeight w:val="397"/>
        </w:trPr>
        <w:tc>
          <w:tcPr>
            <w:tcW w:w="7513" w:type="dxa"/>
          </w:tcPr>
          <w:p w14:paraId="2E6F2993" w14:textId="77777777" w:rsidR="00647A03" w:rsidRDefault="00647A03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99AAE7C" w14:textId="77777777" w:rsidR="003B2EBC" w:rsidRPr="003B2EBC" w:rsidRDefault="003B2EBC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E24D331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25C6DA4A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14:paraId="58B11A67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1D4ED33D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Warszawa 2012,</w:t>
            </w:r>
          </w:p>
          <w:p w14:paraId="740A7B43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Prawo ochrony i zarządzania środowiskiem, Warszawa 2019,</w:t>
            </w:r>
          </w:p>
          <w:p w14:paraId="5127AAB5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Ochrona przyrody, Warszawa 2014,</w:t>
            </w:r>
          </w:p>
          <w:p w14:paraId="79CCB4D9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14:paraId="3D42D388" w14:textId="77777777"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B. Rakoczy, Ochrona środowiska w praktyce gmin, Wolters Kluwer, Warszawa 2020. </w:t>
            </w:r>
          </w:p>
          <w:p w14:paraId="47B9D50F" w14:textId="77777777" w:rsidR="00835A90" w:rsidRPr="00835A90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K. Gruszecki, Ustawa o ochronie przyrody. Komentarz, Wolters Kluwer, Warszawa 2017 lub LEX 2020.  </w:t>
            </w:r>
          </w:p>
        </w:tc>
      </w:tr>
    </w:tbl>
    <w:p w14:paraId="1A67E6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05BB2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2EBC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A861" w14:textId="77777777" w:rsidR="000803B8" w:rsidRDefault="000803B8" w:rsidP="00C16ABF">
      <w:pPr>
        <w:spacing w:after="0" w:line="240" w:lineRule="auto"/>
      </w:pPr>
      <w:r>
        <w:separator/>
      </w:r>
    </w:p>
  </w:endnote>
  <w:endnote w:type="continuationSeparator" w:id="0">
    <w:p w14:paraId="450B8144" w14:textId="77777777" w:rsidR="000803B8" w:rsidRDefault="000803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8B3B" w14:textId="77777777" w:rsidR="000803B8" w:rsidRDefault="000803B8" w:rsidP="00C16ABF">
      <w:pPr>
        <w:spacing w:after="0" w:line="240" w:lineRule="auto"/>
      </w:pPr>
      <w:r>
        <w:separator/>
      </w:r>
    </w:p>
  </w:footnote>
  <w:footnote w:type="continuationSeparator" w:id="0">
    <w:p w14:paraId="09A0F936" w14:textId="77777777" w:rsidR="000803B8" w:rsidRDefault="000803B8" w:rsidP="00C16ABF">
      <w:pPr>
        <w:spacing w:after="0" w:line="240" w:lineRule="auto"/>
      </w:pPr>
      <w:r>
        <w:continuationSeparator/>
      </w:r>
    </w:p>
  </w:footnote>
  <w:footnote w:id="1">
    <w:p w14:paraId="116DA7DC" w14:textId="77777777" w:rsidR="00B24C6E" w:rsidRDefault="00B24C6E" w:rsidP="00B24C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0658150">
    <w:abstractNumId w:val="0"/>
  </w:num>
  <w:num w:numId="2" w16cid:durableId="1657682944">
    <w:abstractNumId w:val="1"/>
  </w:num>
  <w:num w:numId="3" w16cid:durableId="5848041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03B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00"/>
    <w:rsid w:val="000D04B0"/>
    <w:rsid w:val="000F1C57"/>
    <w:rsid w:val="000F2B81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534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167"/>
    <w:rsid w:val="00346FE9"/>
    <w:rsid w:val="0034759A"/>
    <w:rsid w:val="003503F6"/>
    <w:rsid w:val="003530DD"/>
    <w:rsid w:val="00363F78"/>
    <w:rsid w:val="00367A7A"/>
    <w:rsid w:val="003A0A5B"/>
    <w:rsid w:val="003A1176"/>
    <w:rsid w:val="003B2EBC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A03"/>
    <w:rsid w:val="00647FA8"/>
    <w:rsid w:val="00650C5F"/>
    <w:rsid w:val="00654934"/>
    <w:rsid w:val="006620D9"/>
    <w:rsid w:val="00671958"/>
    <w:rsid w:val="00675843"/>
    <w:rsid w:val="00676775"/>
    <w:rsid w:val="00696477"/>
    <w:rsid w:val="006B503E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AA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3F9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EE8"/>
    <w:rsid w:val="00983469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65"/>
    <w:rsid w:val="00B06142"/>
    <w:rsid w:val="00B135B1"/>
    <w:rsid w:val="00B24C6E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52C5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0E43"/>
    <w:rsid w:val="00E8107D"/>
    <w:rsid w:val="00E960BB"/>
    <w:rsid w:val="00EA2074"/>
    <w:rsid w:val="00EA4832"/>
    <w:rsid w:val="00EA4E9D"/>
    <w:rsid w:val="00EC4899"/>
    <w:rsid w:val="00EC5E63"/>
    <w:rsid w:val="00ED03AB"/>
    <w:rsid w:val="00ED0422"/>
    <w:rsid w:val="00ED32D2"/>
    <w:rsid w:val="00EE32DE"/>
    <w:rsid w:val="00EE5457"/>
    <w:rsid w:val="00EF4E4C"/>
    <w:rsid w:val="00F042EB"/>
    <w:rsid w:val="00F070AB"/>
    <w:rsid w:val="00F17567"/>
    <w:rsid w:val="00F27A7B"/>
    <w:rsid w:val="00F3638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0F40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7087-1F99-43FA-81D3-6DA1AFFD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2021-03-30T12:13:00Z</dcterms:created>
  <dcterms:modified xsi:type="dcterms:W3CDTF">2023-12-04T10:28:00Z</dcterms:modified>
</cp:coreProperties>
</file>